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B46DA4">
        <w:rPr>
          <w:snapToGrid w:val="0"/>
        </w:rPr>
        <w:t>smlouvě</w:t>
      </w:r>
    </w:p>
    <w:p w:rsidR="001364F4" w:rsidRDefault="00B46DA4" w:rsidP="00B46DA4">
      <w:pPr>
        <w:pStyle w:val="Nadpis1"/>
        <w:jc w:val="both"/>
        <w:rPr>
          <w:snapToGrid w:val="0"/>
        </w:rPr>
      </w:pPr>
      <w:r w:rsidRPr="00542083">
        <w:rPr>
          <w:b w:val="0"/>
          <w:snapToGrid w:val="0"/>
          <w:sz w:val="24"/>
          <w:szCs w:val="24"/>
        </w:rPr>
        <w:t>(stavba „</w:t>
      </w:r>
      <w:r w:rsidR="00D958B2">
        <w:rPr>
          <w:b w:val="0"/>
          <w:snapToGrid w:val="0"/>
          <w:sz w:val="24"/>
          <w:szCs w:val="24"/>
        </w:rPr>
        <w:t>Odbahnění a rekonstrukce rybníka Zichův v Novém Městě na Moravě“</w:t>
      </w:r>
      <w:r>
        <w:rPr>
          <w:b w:val="0"/>
          <w:sz w:val="24"/>
          <w:szCs w:val="24"/>
        </w:rPr>
        <w:t>)</w:t>
      </w:r>
    </w:p>
    <w:p w:rsidR="001364F4" w:rsidRDefault="001364F4" w:rsidP="001364F4"/>
    <w:p w:rsidR="001364F4" w:rsidRDefault="001364F4" w:rsidP="001364F4"/>
    <w:p w:rsidR="009F45D3" w:rsidRDefault="009F45D3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9F45D3" w:rsidRDefault="009F45D3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A23EF7" w:rsidRPr="001364F4" w:rsidRDefault="00A23EF7" w:rsidP="00A23EF7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</w:t>
      </w:r>
      <w:r w:rsidR="00386555">
        <w:rPr>
          <w:snapToGrid w:val="0"/>
          <w:sz w:val="24"/>
          <w:szCs w:val="24"/>
        </w:rPr>
        <w:t>pravu a realizaci budoucího díla</w:t>
      </w:r>
      <w:r w:rsidRPr="001364F4">
        <w:rPr>
          <w:snapToGrid w:val="0"/>
          <w:sz w:val="24"/>
          <w:szCs w:val="24"/>
        </w:rPr>
        <w:t>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</w:t>
      </w:r>
      <w:r w:rsidR="009B1DC0">
        <w:rPr>
          <w:snapToGrid w:val="0"/>
          <w:sz w:val="24"/>
          <w:szCs w:val="24"/>
        </w:rPr>
        <w:t>díla</w:t>
      </w:r>
      <w:r w:rsidRPr="001364F4">
        <w:rPr>
          <w:snapToGrid w:val="0"/>
          <w:sz w:val="24"/>
          <w:szCs w:val="24"/>
        </w:rPr>
        <w:t xml:space="preserve">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Default="001364F4" w:rsidP="001364F4">
      <w:pPr>
        <w:jc w:val="both"/>
        <w:rPr>
          <w:snapToGrid w:val="0"/>
          <w:sz w:val="24"/>
          <w:szCs w:val="24"/>
        </w:rPr>
      </w:pPr>
    </w:p>
    <w:p w:rsidR="009F45D3" w:rsidRPr="001364F4" w:rsidRDefault="009F45D3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</w:t>
      </w:r>
      <w:r w:rsidR="009B1DC0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473559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73559">
        <w:rPr>
          <w:snapToGrid w:val="0"/>
          <w:sz w:val="24"/>
          <w:szCs w:val="24"/>
        </w:rPr>
        <w:t xml:space="preserve">Organizace předání a převzetí staveniště zhotoviteli </w:t>
      </w:r>
      <w:r w:rsidR="003917A6" w:rsidRPr="00473559">
        <w:rPr>
          <w:snapToGrid w:val="0"/>
          <w:sz w:val="24"/>
          <w:szCs w:val="24"/>
        </w:rPr>
        <w:t>díla</w:t>
      </w:r>
      <w:r w:rsidRPr="00473559">
        <w:rPr>
          <w:snapToGrid w:val="0"/>
          <w:sz w:val="24"/>
          <w:szCs w:val="24"/>
        </w:rPr>
        <w:t xml:space="preserve"> včetně vyhotovení protokolárního zápisu</w:t>
      </w:r>
      <w:r w:rsidR="00473559" w:rsidRPr="00473559">
        <w:rPr>
          <w:snapToGrid w:val="0"/>
          <w:sz w:val="24"/>
          <w:szCs w:val="24"/>
        </w:rPr>
        <w:t xml:space="preserve"> a předání základního směrov</w:t>
      </w:r>
      <w:r w:rsidR="00473559">
        <w:rPr>
          <w:snapToGrid w:val="0"/>
          <w:sz w:val="24"/>
          <w:szCs w:val="24"/>
        </w:rPr>
        <w:t>ého a výškového  vytýčení díla</w:t>
      </w:r>
      <w:r w:rsidR="00473559" w:rsidRPr="00473559">
        <w:rPr>
          <w:snapToGrid w:val="0"/>
          <w:sz w:val="24"/>
          <w:szCs w:val="24"/>
        </w:rPr>
        <w:t xml:space="preserve"> zhotoviteli stavby</w:t>
      </w:r>
      <w:r w:rsidRPr="00473559">
        <w:rPr>
          <w:snapToGrid w:val="0"/>
          <w:sz w:val="24"/>
          <w:szCs w:val="24"/>
        </w:rPr>
        <w:t>;</w:t>
      </w:r>
    </w:p>
    <w:p w:rsidR="00495FE0" w:rsidRPr="00495FE0" w:rsidRDefault="00495FE0" w:rsidP="00495FE0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Zabezpečení, organizace a účast na veškerých jednáních s dotčenými orgány a organizacemi, </w:t>
      </w:r>
      <w:r>
        <w:rPr>
          <w:snapToGrid w:val="0"/>
          <w:sz w:val="24"/>
          <w:szCs w:val="24"/>
        </w:rPr>
        <w:t>která souvisí s prováděním díla</w:t>
      </w:r>
      <w:r w:rsidRPr="001364F4">
        <w:rPr>
          <w:snapToGrid w:val="0"/>
          <w:sz w:val="24"/>
          <w:szCs w:val="24"/>
        </w:rPr>
        <w:t>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AA4097">
        <w:rPr>
          <w:snapToGrid w:val="0"/>
          <w:sz w:val="24"/>
          <w:szCs w:val="24"/>
        </w:rPr>
        <w:t>Péč</w:t>
      </w:r>
      <w:r w:rsidR="00F326A1" w:rsidRPr="00AA4097">
        <w:rPr>
          <w:snapToGrid w:val="0"/>
          <w:sz w:val="24"/>
          <w:szCs w:val="24"/>
        </w:rPr>
        <w:t>e</w:t>
      </w:r>
      <w:r w:rsidRPr="00AA4097">
        <w:rPr>
          <w:snapToGrid w:val="0"/>
          <w:sz w:val="24"/>
          <w:szCs w:val="24"/>
        </w:rPr>
        <w:t xml:space="preserve"> o doplňování projektové dokumentace, podle které se </w:t>
      </w:r>
      <w:r w:rsidR="003917A6" w:rsidRPr="00AA4097">
        <w:rPr>
          <w:snapToGrid w:val="0"/>
          <w:sz w:val="24"/>
          <w:szCs w:val="24"/>
        </w:rPr>
        <w:t>dílo</w:t>
      </w:r>
      <w:r w:rsidRPr="00AA4097">
        <w:rPr>
          <w:snapToGrid w:val="0"/>
          <w:sz w:val="24"/>
          <w:szCs w:val="24"/>
        </w:rPr>
        <w:t xml:space="preserve"> provádí, koordinace požadavků autorského dozoru a požadavků zhotovitele </w:t>
      </w:r>
      <w:r w:rsidR="003917A6" w:rsidRPr="00AA4097">
        <w:rPr>
          <w:snapToGrid w:val="0"/>
          <w:sz w:val="24"/>
          <w:szCs w:val="24"/>
        </w:rPr>
        <w:t>díla</w:t>
      </w:r>
      <w:r w:rsidRPr="00AA4097">
        <w:rPr>
          <w:snapToGrid w:val="0"/>
          <w:sz w:val="24"/>
          <w:szCs w:val="24"/>
        </w:rPr>
        <w:t>;</w:t>
      </w:r>
    </w:p>
    <w:p w:rsidR="00AA4097" w:rsidRPr="001364F4" w:rsidRDefault="00AA4097" w:rsidP="00AA4097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Kontrola zhotovitele </w:t>
      </w:r>
      <w:r w:rsidR="009956F0">
        <w:rPr>
          <w:snapToGrid w:val="0"/>
          <w:sz w:val="24"/>
          <w:szCs w:val="24"/>
        </w:rPr>
        <w:t>stavby</w:t>
      </w:r>
      <w:r w:rsidRPr="001364F4">
        <w:rPr>
          <w:snapToGrid w:val="0"/>
          <w:sz w:val="24"/>
          <w:szCs w:val="24"/>
        </w:rPr>
        <w:t xml:space="preserve"> a ostatních účastníků výstavby při dodržování podmínek povolen</w:t>
      </w:r>
      <w:r>
        <w:rPr>
          <w:snapToGrid w:val="0"/>
          <w:sz w:val="24"/>
          <w:szCs w:val="24"/>
        </w:rPr>
        <w:t xml:space="preserve">í </w:t>
      </w:r>
      <w:r w:rsidR="00B961C2">
        <w:rPr>
          <w:snapToGrid w:val="0"/>
          <w:sz w:val="24"/>
          <w:szCs w:val="24"/>
        </w:rPr>
        <w:t xml:space="preserve">stavby </w:t>
      </w:r>
      <w:r>
        <w:rPr>
          <w:snapToGrid w:val="0"/>
          <w:sz w:val="24"/>
          <w:szCs w:val="24"/>
        </w:rPr>
        <w:t>po celou dobu provádění díla</w:t>
      </w:r>
      <w:r w:rsidRPr="001364F4">
        <w:rPr>
          <w:snapToGrid w:val="0"/>
          <w:sz w:val="24"/>
          <w:szCs w:val="24"/>
        </w:rPr>
        <w:t>;</w:t>
      </w:r>
    </w:p>
    <w:p w:rsidR="001364F4" w:rsidRPr="009956F0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Cenov</w:t>
      </w:r>
      <w:r w:rsidR="00F326A1" w:rsidRPr="009956F0">
        <w:rPr>
          <w:snapToGrid w:val="0"/>
          <w:sz w:val="24"/>
          <w:szCs w:val="24"/>
        </w:rPr>
        <w:t>á</w:t>
      </w:r>
      <w:r w:rsidRPr="009956F0">
        <w:rPr>
          <w:snapToGrid w:val="0"/>
          <w:sz w:val="24"/>
          <w:szCs w:val="24"/>
        </w:rPr>
        <w:t xml:space="preserve"> a věcn</w:t>
      </w:r>
      <w:r w:rsidR="00F326A1" w:rsidRPr="009956F0">
        <w:rPr>
          <w:snapToGrid w:val="0"/>
          <w:sz w:val="24"/>
          <w:szCs w:val="24"/>
        </w:rPr>
        <w:t>á</w:t>
      </w:r>
      <w:r w:rsidRPr="009956F0">
        <w:rPr>
          <w:snapToGrid w:val="0"/>
          <w:sz w:val="24"/>
          <w:szCs w:val="24"/>
        </w:rPr>
        <w:t xml:space="preserve"> kontrola provedených prací a zjišťovacích protokolů</w:t>
      </w:r>
      <w:r w:rsidR="00F326A1" w:rsidRPr="009956F0">
        <w:rPr>
          <w:snapToGrid w:val="0"/>
          <w:sz w:val="24"/>
          <w:szCs w:val="24"/>
        </w:rPr>
        <w:t>,</w:t>
      </w:r>
      <w:r w:rsidRPr="009956F0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9956F0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 xml:space="preserve">Kontrola podkladů zhotovitele </w:t>
      </w:r>
      <w:r w:rsidR="003917A6" w:rsidRPr="009956F0">
        <w:rPr>
          <w:snapToGrid w:val="0"/>
          <w:sz w:val="24"/>
          <w:szCs w:val="24"/>
        </w:rPr>
        <w:t>díla</w:t>
      </w:r>
      <w:r w:rsidRPr="009956F0">
        <w:rPr>
          <w:snapToGrid w:val="0"/>
          <w:sz w:val="24"/>
          <w:szCs w:val="24"/>
        </w:rPr>
        <w:t xml:space="preserve"> pro fakturování z hlediska věcné náplně podle skutečně provedených prací, kontrola dodržení podmínek fakturace dle uzavřených smluv s potvrzením správnosti svým podpisem;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9956F0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9956F0" w:rsidRPr="001364F4" w:rsidRDefault="009956F0" w:rsidP="009956F0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Kontrola dodržování všech podmínek a termínů smlouvy o dílo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a podávání návrhů na uplatnění majetkových sankcí vůči zhotoviteli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včetně písemného zdůvodnění;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Zabezpečení plnění podmínek vyplývajících </w:t>
      </w:r>
      <w:r w:rsidR="00EA24AD" w:rsidRPr="00DA6ED8">
        <w:rPr>
          <w:snapToGrid w:val="0"/>
          <w:sz w:val="24"/>
          <w:szCs w:val="24"/>
        </w:rPr>
        <w:t>příkazci</w:t>
      </w:r>
      <w:r w:rsidR="00AE6F23" w:rsidRPr="00DA6ED8">
        <w:rPr>
          <w:snapToGrid w:val="0"/>
          <w:sz w:val="24"/>
          <w:szCs w:val="24"/>
        </w:rPr>
        <w:t xml:space="preserve"> (jakožto objednateli </w:t>
      </w:r>
      <w:r w:rsidR="003917A6" w:rsidRPr="00DA6ED8">
        <w:rPr>
          <w:snapToGrid w:val="0"/>
          <w:sz w:val="24"/>
          <w:szCs w:val="24"/>
        </w:rPr>
        <w:t>díla</w:t>
      </w:r>
      <w:r w:rsidR="00AE6F23" w:rsidRPr="00DA6ED8">
        <w:rPr>
          <w:snapToGrid w:val="0"/>
          <w:sz w:val="24"/>
          <w:szCs w:val="24"/>
        </w:rPr>
        <w:t>)</w:t>
      </w:r>
      <w:r w:rsidRPr="00DA6ED8">
        <w:rPr>
          <w:snapToGrid w:val="0"/>
          <w:sz w:val="24"/>
          <w:szCs w:val="24"/>
        </w:rPr>
        <w:t xml:space="preserve"> ze smlouvy o dílo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>;</w:t>
      </w:r>
    </w:p>
    <w:p w:rsidR="001364F4" w:rsidRPr="00DA6ED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Ve spolupráci se zhotovitelem </w:t>
      </w:r>
      <w:r w:rsidR="003917A6" w:rsidRPr="00DA6ED8">
        <w:rPr>
          <w:snapToGrid w:val="0"/>
          <w:sz w:val="24"/>
          <w:szCs w:val="24"/>
        </w:rPr>
        <w:t>díla</w:t>
      </w:r>
      <w:r w:rsidRPr="00DA6ED8">
        <w:rPr>
          <w:snapToGrid w:val="0"/>
          <w:sz w:val="24"/>
          <w:szCs w:val="24"/>
        </w:rPr>
        <w:t xml:space="preserve"> zajištění svolávání kontrolních dnů a řízení jejich průběhu, zabezpečení pořízení zápisu z kontrolních dnů a jejich archivace;</w:t>
      </w:r>
    </w:p>
    <w:p w:rsidR="00F72DFC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A6ED8">
        <w:rPr>
          <w:snapToGrid w:val="0"/>
          <w:sz w:val="24"/>
          <w:szCs w:val="24"/>
        </w:rPr>
        <w:t xml:space="preserve">Spolupráce s pracovníky projektanta zabezpečujícími </w:t>
      </w:r>
      <w:r w:rsidR="00B74C93">
        <w:rPr>
          <w:snapToGrid w:val="0"/>
          <w:sz w:val="24"/>
          <w:szCs w:val="24"/>
        </w:rPr>
        <w:t xml:space="preserve">dozor projektanta </w:t>
      </w:r>
      <w:r w:rsidRPr="00DA6ED8">
        <w:rPr>
          <w:snapToGrid w:val="0"/>
          <w:sz w:val="24"/>
          <w:szCs w:val="24"/>
        </w:rPr>
        <w:t>při zajišťování souladu realizovaných dodávek a prací s projektem;</w:t>
      </w:r>
    </w:p>
    <w:p w:rsidR="00DA6ED8" w:rsidRPr="00DE2647" w:rsidRDefault="00DA6ED8" w:rsidP="00DA6ED8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DE2647">
        <w:rPr>
          <w:sz w:val="24"/>
          <w:szCs w:val="24"/>
        </w:rPr>
        <w:t>Účast na kontrolách ze strany oprávněných osob poskytovatele finančního příspěvku a dalších uvedených v příslušném programu finančního příspěvku a poskytování nezbytné součinnosti při kontrolách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 xml:space="preserve">ex-ante – před zahájením realizace projektu 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interim – během realizace projektu</w:t>
      </w:r>
    </w:p>
    <w:p w:rsidR="00DA6ED8" w:rsidRPr="00DE2647" w:rsidRDefault="00DA6ED8" w:rsidP="00DA6ED8">
      <w:pPr>
        <w:numPr>
          <w:ilvl w:val="2"/>
          <w:numId w:val="8"/>
        </w:numPr>
        <w:rPr>
          <w:sz w:val="24"/>
          <w:szCs w:val="24"/>
        </w:rPr>
      </w:pPr>
      <w:r w:rsidRPr="00DE2647">
        <w:rPr>
          <w:sz w:val="24"/>
          <w:szCs w:val="24"/>
        </w:rPr>
        <w:t>ex-post – po ukončení projektu</w:t>
      </w:r>
    </w:p>
    <w:p w:rsidR="00DA6ED8" w:rsidRPr="00DE2647" w:rsidRDefault="00DA6ED8" w:rsidP="00DA6ED8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E2647">
        <w:rPr>
          <w:sz w:val="24"/>
          <w:szCs w:val="24"/>
        </w:rPr>
        <w:t>Zabezpečení provedení nápravných opatření s</w:t>
      </w:r>
      <w:r>
        <w:rPr>
          <w:sz w:val="24"/>
          <w:szCs w:val="24"/>
        </w:rPr>
        <w:t>ouvisejících s prováděním díla</w:t>
      </w:r>
      <w:r w:rsidRPr="00DE2647">
        <w:rPr>
          <w:sz w:val="24"/>
          <w:szCs w:val="24"/>
        </w:rPr>
        <w:t xml:space="preserve"> uložených kontrolními orgány poskytovatele finančního příspěvku, Evropské komise či jinými oprávněnými orgány</w:t>
      </w:r>
      <w:r w:rsidRPr="00DE2647">
        <w:rPr>
          <w:snapToGrid w:val="0"/>
          <w:sz w:val="24"/>
          <w:szCs w:val="24"/>
        </w:rPr>
        <w:t>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Projednání případných změn a doplňků projektové dokumentace, zabezpečení vyjádření dozoru</w:t>
      </w:r>
      <w:r w:rsidR="00B74C93">
        <w:rPr>
          <w:snapToGrid w:val="0"/>
          <w:sz w:val="24"/>
          <w:szCs w:val="24"/>
        </w:rPr>
        <w:t xml:space="preserve"> projektanta</w:t>
      </w:r>
      <w:r w:rsidRPr="0057623B">
        <w:rPr>
          <w:snapToGrid w:val="0"/>
          <w:sz w:val="24"/>
          <w:szCs w:val="24"/>
        </w:rPr>
        <w:t xml:space="preserve"> a jejich archivace;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57623B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 xml:space="preserve">Kontrola způsobu výběru subdodavatelů podle smlouvy o dílo se zhotovitelem </w:t>
      </w:r>
      <w:r w:rsidR="00441562" w:rsidRPr="0057623B">
        <w:rPr>
          <w:snapToGrid w:val="0"/>
          <w:sz w:val="24"/>
          <w:szCs w:val="24"/>
        </w:rPr>
        <w:t>díla</w:t>
      </w:r>
      <w:r w:rsidRPr="0057623B">
        <w:rPr>
          <w:snapToGrid w:val="0"/>
          <w:sz w:val="24"/>
          <w:szCs w:val="24"/>
        </w:rPr>
        <w:t xml:space="preserve"> a podílení se na výběru subdodavatelů, zajišťování informací o nich a doporučování subdodavatelů </w:t>
      </w:r>
      <w:r w:rsidR="0066589B" w:rsidRPr="0057623B">
        <w:rPr>
          <w:snapToGrid w:val="0"/>
          <w:sz w:val="24"/>
          <w:szCs w:val="24"/>
        </w:rPr>
        <w:t>příkazci</w:t>
      </w:r>
      <w:r w:rsidRPr="0057623B">
        <w:rPr>
          <w:snapToGrid w:val="0"/>
          <w:sz w:val="24"/>
          <w:szCs w:val="24"/>
        </w:rPr>
        <w:t>;</w:t>
      </w:r>
    </w:p>
    <w:p w:rsidR="001364F4" w:rsidRPr="00155803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57623B">
        <w:rPr>
          <w:snapToGrid w:val="0"/>
          <w:sz w:val="24"/>
          <w:szCs w:val="24"/>
        </w:rPr>
        <w:t xml:space="preserve">Technická kontrola prací, technologických postupů a dodávek, zejména souladu jejich provedení s technickými normami a ostatními předpisy </w:t>
      </w:r>
      <w:r w:rsidRPr="00155803">
        <w:rPr>
          <w:snapToGrid w:val="0"/>
          <w:sz w:val="24"/>
          <w:szCs w:val="24"/>
        </w:rPr>
        <w:t>vztahujícími se ke kvalitě stavebních prací;</w:t>
      </w:r>
    </w:p>
    <w:p w:rsidR="001364F4" w:rsidRPr="00155803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55803">
        <w:rPr>
          <w:snapToGrid w:val="0"/>
          <w:sz w:val="24"/>
          <w:szCs w:val="24"/>
        </w:rPr>
        <w:t xml:space="preserve">Technická a věcná kontrola prací a dodávek </w:t>
      </w:r>
      <w:r w:rsidR="00441562" w:rsidRPr="00155803">
        <w:rPr>
          <w:snapToGrid w:val="0"/>
          <w:sz w:val="24"/>
          <w:szCs w:val="24"/>
        </w:rPr>
        <w:t>díla</w:t>
      </w:r>
      <w:r w:rsidRPr="00155803">
        <w:rPr>
          <w:snapToGrid w:val="0"/>
          <w:sz w:val="24"/>
          <w:szCs w:val="24"/>
        </w:rPr>
        <w:t>, které budou v dalším postupu prací zakryty nebo znepřístupněny;</w:t>
      </w:r>
    </w:p>
    <w:p w:rsidR="00155803" w:rsidRPr="00FB5FD9" w:rsidRDefault="00155803" w:rsidP="00155803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>
        <w:rPr>
          <w:sz w:val="24"/>
          <w:szCs w:val="24"/>
        </w:rPr>
        <w:t>díla</w:t>
      </w:r>
      <w:r w:rsidRPr="00FB7268">
        <w:rPr>
          <w:sz w:val="24"/>
          <w:szCs w:val="24"/>
        </w:rPr>
        <w:t xml:space="preserve"> s dalšími pracemi v prostoru staveniště (např.</w:t>
      </w:r>
      <w:r>
        <w:rPr>
          <w:sz w:val="24"/>
          <w:szCs w:val="24"/>
        </w:rPr>
        <w:t xml:space="preserve"> </w:t>
      </w:r>
      <w:r w:rsidRPr="00FB7268">
        <w:rPr>
          <w:sz w:val="24"/>
          <w:szCs w:val="24"/>
        </w:rPr>
        <w:t>přeložky sítí, stavby</w:t>
      </w:r>
      <w:r>
        <w:rPr>
          <w:sz w:val="24"/>
          <w:szCs w:val="24"/>
        </w:rPr>
        <w:t>,</w:t>
      </w:r>
      <w:r w:rsidRPr="00FB7268">
        <w:rPr>
          <w:sz w:val="24"/>
          <w:szCs w:val="24"/>
        </w:rPr>
        <w:t xml:space="preserve"> stavební objekty </w:t>
      </w:r>
      <w:r>
        <w:rPr>
          <w:sz w:val="24"/>
          <w:szCs w:val="24"/>
        </w:rPr>
        <w:t xml:space="preserve">či práce </w:t>
      </w:r>
      <w:r w:rsidRPr="00FB7268">
        <w:rPr>
          <w:sz w:val="24"/>
          <w:szCs w:val="24"/>
        </w:rPr>
        <w:t>třetích osob, apod</w:t>
      </w:r>
      <w:r>
        <w:rPr>
          <w:sz w:val="24"/>
          <w:szCs w:val="24"/>
        </w:rPr>
        <w:t>.);</w:t>
      </w:r>
    </w:p>
    <w:p w:rsidR="00FB5FD9" w:rsidRPr="00FB5FD9" w:rsidRDefault="00FB5FD9" w:rsidP="00FB5FD9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D45BCF">
        <w:rPr>
          <w:snapToGrid w:val="0"/>
          <w:sz w:val="24"/>
          <w:szCs w:val="24"/>
        </w:rPr>
        <w:t>Kontrola dodržování zásad a předpisů souvise</w:t>
      </w:r>
      <w:r w:rsidR="008D3A55" w:rsidRPr="00D45BCF">
        <w:rPr>
          <w:snapToGrid w:val="0"/>
          <w:sz w:val="24"/>
          <w:szCs w:val="24"/>
        </w:rPr>
        <w:t>jíc</w:t>
      </w:r>
      <w:r w:rsidRPr="00D45BCF">
        <w:rPr>
          <w:snapToGrid w:val="0"/>
          <w:sz w:val="24"/>
          <w:szCs w:val="24"/>
        </w:rPr>
        <w:t>ích s ochranou životního prostředí;</w:t>
      </w:r>
    </w:p>
    <w:p w:rsidR="00E179CC" w:rsidRPr="00E179CC" w:rsidRDefault="00E179CC" w:rsidP="00E179CC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0666E2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666E2">
        <w:rPr>
          <w:snapToGrid w:val="0"/>
          <w:sz w:val="24"/>
          <w:szCs w:val="24"/>
        </w:rPr>
        <w:t xml:space="preserve">Projednání návrhů zhotovitele </w:t>
      </w:r>
      <w:r w:rsidR="00441562" w:rsidRPr="000666E2">
        <w:rPr>
          <w:snapToGrid w:val="0"/>
          <w:sz w:val="24"/>
          <w:szCs w:val="24"/>
        </w:rPr>
        <w:t>díla</w:t>
      </w:r>
      <w:r w:rsidRPr="000666E2">
        <w:rPr>
          <w:snapToGrid w:val="0"/>
          <w:sz w:val="24"/>
          <w:szCs w:val="24"/>
        </w:rPr>
        <w:t xml:space="preserve"> na záměny materiálů, zabezpečení stanoviska dozoru</w:t>
      </w:r>
      <w:r w:rsidR="001A24E9">
        <w:rPr>
          <w:snapToGrid w:val="0"/>
          <w:sz w:val="24"/>
          <w:szCs w:val="24"/>
        </w:rPr>
        <w:t xml:space="preserve"> projektanta</w:t>
      </w:r>
      <w:r w:rsidRPr="000666E2">
        <w:rPr>
          <w:snapToGrid w:val="0"/>
          <w:sz w:val="24"/>
          <w:szCs w:val="24"/>
        </w:rPr>
        <w:t xml:space="preserve"> a předkládání návrhů na rozhodnutí </w:t>
      </w:r>
      <w:r w:rsidR="0066589B" w:rsidRPr="000666E2">
        <w:rPr>
          <w:snapToGrid w:val="0"/>
          <w:sz w:val="24"/>
          <w:szCs w:val="24"/>
        </w:rPr>
        <w:t>příkazci</w:t>
      </w:r>
      <w:r w:rsidRPr="000666E2">
        <w:rPr>
          <w:snapToGrid w:val="0"/>
          <w:sz w:val="24"/>
          <w:szCs w:val="24"/>
        </w:rPr>
        <w:t>;</w:t>
      </w:r>
    </w:p>
    <w:p w:rsidR="001364F4" w:rsidRPr="000666E2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666E2">
        <w:rPr>
          <w:snapToGrid w:val="0"/>
          <w:sz w:val="24"/>
          <w:szCs w:val="24"/>
        </w:rPr>
        <w:t xml:space="preserve">Kontrola zhotovitele </w:t>
      </w:r>
      <w:r w:rsidR="00441562" w:rsidRPr="000666E2">
        <w:rPr>
          <w:snapToGrid w:val="0"/>
          <w:sz w:val="24"/>
          <w:szCs w:val="24"/>
        </w:rPr>
        <w:t>díla</w:t>
      </w:r>
      <w:r w:rsidRPr="000666E2">
        <w:rPr>
          <w:snapToGrid w:val="0"/>
          <w:sz w:val="24"/>
          <w:szCs w:val="24"/>
        </w:rPr>
        <w:t xml:space="preserve">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E4398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E4398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 w:rsidRPr="00E43984">
        <w:rPr>
          <w:snapToGrid w:val="0"/>
          <w:sz w:val="24"/>
          <w:szCs w:val="24"/>
        </w:rPr>
        <w:t> </w:t>
      </w:r>
      <w:r w:rsidRPr="00E4398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E4398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E43984">
        <w:rPr>
          <w:snapToGrid w:val="0"/>
          <w:sz w:val="24"/>
          <w:szCs w:val="24"/>
        </w:rPr>
        <w:t xml:space="preserve">Kontrola časového průběhu provádění </w:t>
      </w:r>
      <w:r w:rsidR="00441562" w:rsidRPr="00E43984">
        <w:rPr>
          <w:snapToGrid w:val="0"/>
          <w:sz w:val="24"/>
          <w:szCs w:val="24"/>
        </w:rPr>
        <w:t>díla</w:t>
      </w:r>
      <w:r w:rsidRPr="00E43984">
        <w:rPr>
          <w:snapToGrid w:val="0"/>
          <w:sz w:val="24"/>
          <w:szCs w:val="24"/>
        </w:rPr>
        <w:t xml:space="preserve">, dodržování termínů stanovených ve smlouvě o dílo se zhotovitelem </w:t>
      </w:r>
      <w:r w:rsidR="00441562" w:rsidRPr="00E43984">
        <w:rPr>
          <w:snapToGrid w:val="0"/>
          <w:sz w:val="24"/>
          <w:szCs w:val="24"/>
        </w:rPr>
        <w:t>díla</w:t>
      </w:r>
      <w:r w:rsidRPr="00E43984">
        <w:rPr>
          <w:snapToGrid w:val="0"/>
          <w:sz w:val="24"/>
          <w:szCs w:val="24"/>
        </w:rPr>
        <w:t xml:space="preserve">, případně stanoveného časového a </w:t>
      </w:r>
      <w:r w:rsidRPr="00E43984">
        <w:rPr>
          <w:snapToGrid w:val="0"/>
          <w:sz w:val="24"/>
          <w:szCs w:val="24"/>
        </w:rPr>
        <w:lastRenderedPageBreak/>
        <w:t xml:space="preserve">finančního harmonogramu prováděných prací. V případě ohrožení dodržení termínů okamžité vyrozumění </w:t>
      </w:r>
      <w:r w:rsidR="0066589B" w:rsidRPr="00E43984">
        <w:rPr>
          <w:snapToGrid w:val="0"/>
          <w:sz w:val="24"/>
          <w:szCs w:val="24"/>
        </w:rPr>
        <w:t>příkazce</w:t>
      </w:r>
      <w:r w:rsidRPr="00E4398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7867D9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7867D9">
        <w:rPr>
          <w:snapToGrid w:val="0"/>
          <w:sz w:val="24"/>
          <w:szCs w:val="24"/>
        </w:rPr>
        <w:t>Kontrola řádného uskladnění materiálů a pořádku na staveništi;</w:t>
      </w:r>
    </w:p>
    <w:p w:rsidR="001364F4" w:rsidRPr="007867D9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7867D9">
        <w:rPr>
          <w:snapToGrid w:val="0"/>
          <w:sz w:val="24"/>
          <w:szCs w:val="24"/>
        </w:rPr>
        <w:t xml:space="preserve">Spolupráce se zhotovitelem </w:t>
      </w:r>
      <w:r w:rsidR="00441562" w:rsidRPr="007867D9">
        <w:rPr>
          <w:snapToGrid w:val="0"/>
          <w:sz w:val="24"/>
          <w:szCs w:val="24"/>
        </w:rPr>
        <w:t>díla</w:t>
      </w:r>
      <w:r w:rsidRPr="007867D9">
        <w:rPr>
          <w:snapToGrid w:val="0"/>
          <w:sz w:val="24"/>
          <w:szCs w:val="24"/>
        </w:rPr>
        <w:t xml:space="preserve"> při provádění opatření na odvrácení nebo omezení škod při ohrožení </w:t>
      </w:r>
      <w:r w:rsidR="00441562" w:rsidRPr="007867D9">
        <w:rPr>
          <w:snapToGrid w:val="0"/>
          <w:sz w:val="24"/>
          <w:szCs w:val="24"/>
        </w:rPr>
        <w:t>díla</w:t>
      </w:r>
      <w:r w:rsidRPr="007867D9">
        <w:rPr>
          <w:snapToGrid w:val="0"/>
          <w:sz w:val="24"/>
          <w:szCs w:val="24"/>
        </w:rPr>
        <w:t xml:space="preserve"> živelnými událostmi;</w:t>
      </w:r>
    </w:p>
    <w:p w:rsidR="002F210E" w:rsidRPr="000910E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z w:val="24"/>
          <w:szCs w:val="24"/>
        </w:rPr>
        <w:t>Spolupráce při v</w:t>
      </w:r>
      <w:r w:rsidR="001364F4" w:rsidRPr="000910E8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 w:rsidRPr="000910E8">
        <w:rPr>
          <w:sz w:val="24"/>
          <w:szCs w:val="24"/>
        </w:rPr>
        <w:t>příkazci</w:t>
      </w:r>
      <w:r w:rsidR="001364F4" w:rsidRPr="000910E8">
        <w:rPr>
          <w:sz w:val="24"/>
          <w:szCs w:val="24"/>
        </w:rPr>
        <w:t>;</w:t>
      </w:r>
    </w:p>
    <w:p w:rsidR="001364F4" w:rsidRPr="000910E8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z w:val="24"/>
          <w:szCs w:val="24"/>
        </w:rPr>
        <w:t>Spolupráce při z</w:t>
      </w:r>
      <w:r w:rsidR="007C30FE" w:rsidRPr="000910E8">
        <w:rPr>
          <w:sz w:val="24"/>
          <w:szCs w:val="24"/>
        </w:rPr>
        <w:t xml:space="preserve">abezpečení dokladů </w:t>
      </w:r>
      <w:r w:rsidR="002F210E" w:rsidRPr="000910E8">
        <w:rPr>
          <w:sz w:val="24"/>
          <w:szCs w:val="24"/>
        </w:rPr>
        <w:t xml:space="preserve">k případným změnám </w:t>
      </w:r>
      <w:r w:rsidR="00441562" w:rsidRPr="000910E8">
        <w:rPr>
          <w:sz w:val="24"/>
          <w:szCs w:val="24"/>
        </w:rPr>
        <w:t>díla</w:t>
      </w:r>
      <w:r w:rsidR="002F210E" w:rsidRPr="000910E8">
        <w:rPr>
          <w:sz w:val="24"/>
          <w:szCs w:val="24"/>
        </w:rPr>
        <w:t xml:space="preserve"> </w:t>
      </w:r>
      <w:r w:rsidR="007C30FE" w:rsidRPr="000910E8">
        <w:rPr>
          <w:sz w:val="24"/>
          <w:szCs w:val="24"/>
        </w:rPr>
        <w:t>požadovaných</w:t>
      </w:r>
      <w:r w:rsidR="002F210E" w:rsidRPr="000910E8">
        <w:rPr>
          <w:sz w:val="24"/>
          <w:szCs w:val="24"/>
        </w:rPr>
        <w:t xml:space="preserve"> platnou legislativou (vč.</w:t>
      </w:r>
      <w:r w:rsidR="00D36B78" w:rsidRPr="000910E8">
        <w:rPr>
          <w:sz w:val="24"/>
          <w:szCs w:val="24"/>
        </w:rPr>
        <w:t xml:space="preserve"> </w:t>
      </w:r>
      <w:r w:rsidR="002F210E" w:rsidRPr="000910E8">
        <w:rPr>
          <w:sz w:val="24"/>
          <w:szCs w:val="24"/>
        </w:rPr>
        <w:t>dokladů o zadání víceprací, apod.)</w:t>
      </w:r>
      <w:r w:rsidR="00BA2E71" w:rsidRPr="000910E8">
        <w:rPr>
          <w:sz w:val="24"/>
          <w:szCs w:val="24"/>
        </w:rPr>
        <w:t>;</w:t>
      </w:r>
      <w:r w:rsidR="007C30FE" w:rsidRPr="000910E8">
        <w:rPr>
          <w:sz w:val="24"/>
          <w:szCs w:val="24"/>
        </w:rPr>
        <w:t xml:space="preserve"> 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Informování </w:t>
      </w:r>
      <w:r w:rsidR="00A45F4F" w:rsidRPr="000910E8">
        <w:rPr>
          <w:snapToGrid w:val="0"/>
          <w:sz w:val="24"/>
          <w:szCs w:val="24"/>
        </w:rPr>
        <w:t>příkazce</w:t>
      </w:r>
      <w:r w:rsidRPr="000910E8">
        <w:rPr>
          <w:snapToGrid w:val="0"/>
          <w:sz w:val="24"/>
          <w:szCs w:val="24"/>
        </w:rPr>
        <w:t xml:space="preserve"> o výsledku kontrol a předání jejich výsledků </w:t>
      </w:r>
      <w:r w:rsidR="00A45F4F" w:rsidRPr="000910E8">
        <w:rPr>
          <w:snapToGrid w:val="0"/>
          <w:sz w:val="24"/>
          <w:szCs w:val="24"/>
        </w:rPr>
        <w:t>příkazci</w:t>
      </w:r>
      <w:r w:rsidRPr="000910E8">
        <w:rPr>
          <w:snapToGrid w:val="0"/>
          <w:sz w:val="24"/>
          <w:szCs w:val="24"/>
        </w:rPr>
        <w:t>;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Příprava podkladů pro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441562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, kontrola všech dokladů vyžadovaných smlouvou o dílo se zhotovitelem </w:t>
      </w:r>
      <w:r w:rsidR="00441562" w:rsidRPr="000910E8">
        <w:rPr>
          <w:snapToGrid w:val="0"/>
          <w:sz w:val="24"/>
          <w:szCs w:val="24"/>
        </w:rPr>
        <w:t>díla</w:t>
      </w:r>
      <w:r w:rsidRPr="000910E8">
        <w:rPr>
          <w:snapToGrid w:val="0"/>
          <w:sz w:val="24"/>
          <w:szCs w:val="24"/>
        </w:rPr>
        <w:t xml:space="preserve"> po zhotoviteli </w:t>
      </w:r>
      <w:r w:rsidR="00441562" w:rsidRPr="000910E8">
        <w:rPr>
          <w:snapToGrid w:val="0"/>
          <w:sz w:val="24"/>
          <w:szCs w:val="24"/>
        </w:rPr>
        <w:t>díla</w:t>
      </w:r>
      <w:r w:rsidRPr="000910E8">
        <w:rPr>
          <w:snapToGrid w:val="0"/>
          <w:sz w:val="24"/>
          <w:szCs w:val="24"/>
        </w:rPr>
        <w:t xml:space="preserve"> pro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441562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;  </w:t>
      </w:r>
    </w:p>
    <w:p w:rsidR="001364F4" w:rsidRPr="000910E8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 xml:space="preserve">Organizační příprava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, účast </w:t>
      </w:r>
      <w:r w:rsidR="00A45F4F" w:rsidRPr="000910E8">
        <w:rPr>
          <w:snapToGrid w:val="0"/>
          <w:sz w:val="24"/>
          <w:szCs w:val="24"/>
        </w:rPr>
        <w:t xml:space="preserve">a zastupování příkazce </w:t>
      </w:r>
      <w:r w:rsidRPr="000910E8">
        <w:rPr>
          <w:snapToGrid w:val="0"/>
          <w:sz w:val="24"/>
          <w:szCs w:val="24"/>
        </w:rPr>
        <w:t xml:space="preserve">na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 xml:space="preserve"> včetně pořízení zápisu o </w:t>
      </w:r>
      <w:r w:rsidR="00A45F4F" w:rsidRPr="000910E8">
        <w:rPr>
          <w:snapToGrid w:val="0"/>
          <w:sz w:val="24"/>
          <w:szCs w:val="24"/>
        </w:rPr>
        <w:t>pře</w:t>
      </w:r>
      <w:r w:rsidRPr="000910E8">
        <w:rPr>
          <w:snapToGrid w:val="0"/>
          <w:sz w:val="24"/>
          <w:szCs w:val="24"/>
        </w:rPr>
        <w:t>dání a převzetí dokončené</w:t>
      </w:r>
      <w:r w:rsidR="00EB33D8" w:rsidRPr="000910E8">
        <w:rPr>
          <w:snapToGrid w:val="0"/>
          <w:sz w:val="24"/>
          <w:szCs w:val="24"/>
        </w:rPr>
        <w:t>ho díla</w:t>
      </w:r>
      <w:r w:rsidRPr="000910E8">
        <w:rPr>
          <w:snapToGrid w:val="0"/>
          <w:sz w:val="24"/>
          <w:szCs w:val="24"/>
        </w:rPr>
        <w:t>, vymezení všech vad a nedodělků včetně stanovení termínů jejich odstranění;</w:t>
      </w:r>
    </w:p>
    <w:p w:rsidR="00E47A9C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0910E8">
        <w:rPr>
          <w:snapToGrid w:val="0"/>
          <w:sz w:val="24"/>
          <w:szCs w:val="24"/>
        </w:rPr>
        <w:t>I</w:t>
      </w:r>
      <w:r w:rsidR="001364F4" w:rsidRPr="000910E8">
        <w:rPr>
          <w:snapToGrid w:val="0"/>
          <w:sz w:val="24"/>
          <w:szCs w:val="24"/>
        </w:rPr>
        <w:t xml:space="preserve">nformování </w:t>
      </w:r>
      <w:r w:rsidR="00A45F4F" w:rsidRPr="000910E8">
        <w:rPr>
          <w:snapToGrid w:val="0"/>
          <w:sz w:val="24"/>
          <w:szCs w:val="24"/>
        </w:rPr>
        <w:t>příkazce</w:t>
      </w:r>
      <w:r w:rsidR="001364F4" w:rsidRPr="000910E8">
        <w:rPr>
          <w:snapToGrid w:val="0"/>
          <w:sz w:val="24"/>
          <w:szCs w:val="24"/>
        </w:rPr>
        <w:t xml:space="preserve"> o všech závažných okolnostech</w:t>
      </w:r>
      <w:r w:rsidRPr="000910E8">
        <w:rPr>
          <w:snapToGrid w:val="0"/>
          <w:sz w:val="24"/>
          <w:szCs w:val="24"/>
        </w:rPr>
        <w:t>;</w:t>
      </w:r>
    </w:p>
    <w:p w:rsidR="00FF25A2" w:rsidRPr="0063073A" w:rsidRDefault="00FF25A2" w:rsidP="00FF25A2">
      <w:pPr>
        <w:numPr>
          <w:ilvl w:val="1"/>
          <w:numId w:val="9"/>
        </w:numPr>
        <w:ind w:left="1440" w:hanging="732"/>
        <w:jc w:val="both"/>
        <w:rPr>
          <w:sz w:val="24"/>
          <w:szCs w:val="24"/>
        </w:rPr>
      </w:pPr>
      <w:r w:rsidRPr="0063073A">
        <w:rPr>
          <w:sz w:val="24"/>
          <w:szCs w:val="24"/>
        </w:rPr>
        <w:t>Vypracování podkladů so</w:t>
      </w:r>
      <w:r>
        <w:rPr>
          <w:sz w:val="24"/>
          <w:szCs w:val="24"/>
        </w:rPr>
        <w:t>uvisejících s prováděním díla</w:t>
      </w:r>
      <w:r w:rsidRPr="0063073A">
        <w:rPr>
          <w:sz w:val="24"/>
          <w:szCs w:val="24"/>
        </w:rPr>
        <w:t xml:space="preserve"> pro příslušné monitorovací zprávy a jejich předání příkazci v rozsahu a termínech dle potřeb monitorovacích zpráv, zejména vždy pro: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monitorovací hlášení během realizace projektu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etapovou zprávu (se žádostí o platbu) po ukončení etapy projektu</w:t>
      </w:r>
    </w:p>
    <w:p w:rsidR="00FF25A2" w:rsidRPr="0063073A" w:rsidRDefault="00FF25A2" w:rsidP="00FF25A2">
      <w:pPr>
        <w:numPr>
          <w:ilvl w:val="2"/>
          <w:numId w:val="8"/>
        </w:numPr>
        <w:rPr>
          <w:sz w:val="24"/>
          <w:szCs w:val="24"/>
        </w:rPr>
      </w:pPr>
      <w:r w:rsidRPr="0063073A">
        <w:rPr>
          <w:sz w:val="24"/>
          <w:szCs w:val="24"/>
        </w:rPr>
        <w:t>závěrečnou zprávu (se žádostí o platbu) po ukončení realizace</w:t>
      </w:r>
    </w:p>
    <w:p w:rsidR="001364F4" w:rsidRPr="00473559" w:rsidRDefault="001364F4" w:rsidP="001364F4">
      <w:pPr>
        <w:rPr>
          <w:color w:val="4F81BD" w:themeColor="accent1"/>
          <w:sz w:val="24"/>
          <w:szCs w:val="24"/>
        </w:rPr>
      </w:pPr>
    </w:p>
    <w:p w:rsidR="001364F4" w:rsidRPr="00FF25A2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Pr="00FF25A2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9F45D3" w:rsidRPr="00FF25A2" w:rsidRDefault="009F45D3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F25A2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F25A2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F25A2">
        <w:rPr>
          <w:rFonts w:ascii="Times New Roman" w:hAnsi="Times New Roman"/>
          <w:b/>
          <w:snapToGrid w:val="0"/>
          <w:szCs w:val="24"/>
        </w:rPr>
        <w:t xml:space="preserve"> po dokončení </w:t>
      </w:r>
      <w:r w:rsidR="009B1DC0" w:rsidRPr="00FF25A2">
        <w:rPr>
          <w:rFonts w:ascii="Times New Roman" w:hAnsi="Times New Roman"/>
          <w:b/>
          <w:snapToGrid w:val="0"/>
          <w:szCs w:val="24"/>
        </w:rPr>
        <w:t>díla</w:t>
      </w: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  <w:r w:rsidRPr="00FF25A2">
        <w:rPr>
          <w:sz w:val="24"/>
          <w:szCs w:val="24"/>
        </w:rPr>
        <w:t>K t</w:t>
      </w:r>
      <w:r w:rsidR="00F42385" w:rsidRPr="00FF25A2">
        <w:rPr>
          <w:sz w:val="24"/>
          <w:szCs w:val="24"/>
        </w:rPr>
        <w:t>ěmto</w:t>
      </w:r>
      <w:r w:rsidRPr="00FF25A2">
        <w:rPr>
          <w:sz w:val="24"/>
          <w:szCs w:val="24"/>
        </w:rPr>
        <w:t xml:space="preserve"> činnost</w:t>
      </w:r>
      <w:r w:rsidR="00F42385" w:rsidRPr="00FF25A2">
        <w:rPr>
          <w:sz w:val="24"/>
          <w:szCs w:val="24"/>
        </w:rPr>
        <w:t>em</w:t>
      </w:r>
      <w:r w:rsidRPr="00FF25A2">
        <w:rPr>
          <w:sz w:val="24"/>
          <w:szCs w:val="24"/>
        </w:rPr>
        <w:t xml:space="preserve"> patří zejména:</w:t>
      </w:r>
    </w:p>
    <w:p w:rsidR="001364F4" w:rsidRPr="00FF25A2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FF25A2">
        <w:rPr>
          <w:sz w:val="24"/>
          <w:szCs w:val="24"/>
        </w:rPr>
        <w:t xml:space="preserve">Kontrola odstraňování vad a nedodělků zjištěných při předání a převzetí </w:t>
      </w:r>
      <w:r w:rsidR="009B1DC0" w:rsidRPr="00FF25A2">
        <w:rPr>
          <w:sz w:val="24"/>
          <w:szCs w:val="24"/>
        </w:rPr>
        <w:t>díla</w:t>
      </w:r>
      <w:r w:rsidRPr="00FF25A2">
        <w:rPr>
          <w:sz w:val="24"/>
          <w:szCs w:val="24"/>
        </w:rPr>
        <w:t>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>
        <w:rPr>
          <w:snapToGrid w:val="0"/>
          <w:sz w:val="24"/>
          <w:szCs w:val="24"/>
        </w:rPr>
        <w:t xml:space="preserve"> (závěrečnou kontrolní </w:t>
      </w:r>
      <w:r w:rsidRPr="00FF25A2">
        <w:rPr>
          <w:snapToGrid w:val="0"/>
          <w:sz w:val="24"/>
          <w:szCs w:val="24"/>
        </w:rPr>
        <w:t>prohlídku);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>Účast a zastupování příkazce na kolaudačním řízení (závěrečné kontrolní prohlídce);</w:t>
      </w:r>
    </w:p>
    <w:p w:rsidR="00FF25A2" w:rsidRPr="00FF25A2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 xml:space="preserve">Zabezpečení naplnění požadavků vyplývajících z kolaudačního </w:t>
      </w:r>
      <w:r w:rsidR="001A24E9">
        <w:rPr>
          <w:snapToGrid w:val="0"/>
          <w:sz w:val="24"/>
          <w:szCs w:val="24"/>
        </w:rPr>
        <w:t>rozhodnutí</w:t>
      </w:r>
      <w:r w:rsidRPr="00FF25A2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FF25A2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 xml:space="preserve">Kontrola vyklizení staveniště zhotovitelem </w:t>
      </w:r>
      <w:r w:rsidR="009B1DC0" w:rsidRPr="00FF25A2">
        <w:rPr>
          <w:snapToGrid w:val="0"/>
          <w:sz w:val="24"/>
          <w:szCs w:val="24"/>
        </w:rPr>
        <w:t>díla</w:t>
      </w:r>
      <w:r w:rsidRPr="00FF25A2">
        <w:rPr>
          <w:snapToGrid w:val="0"/>
          <w:sz w:val="24"/>
          <w:szCs w:val="24"/>
        </w:rPr>
        <w:t>;</w:t>
      </w:r>
    </w:p>
    <w:p w:rsid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FF25A2">
        <w:rPr>
          <w:snapToGrid w:val="0"/>
          <w:sz w:val="24"/>
          <w:szCs w:val="24"/>
        </w:rPr>
        <w:t xml:space="preserve">Kontrola a odsouhlasení správnosti dokumentace skutečného provedení </w:t>
      </w:r>
      <w:r w:rsidR="009B1DC0" w:rsidRPr="00FF25A2">
        <w:rPr>
          <w:snapToGrid w:val="0"/>
          <w:sz w:val="24"/>
          <w:szCs w:val="24"/>
        </w:rPr>
        <w:t>díla</w:t>
      </w:r>
      <w:r w:rsidRPr="00FF25A2">
        <w:rPr>
          <w:snapToGrid w:val="0"/>
          <w:sz w:val="24"/>
          <w:szCs w:val="24"/>
        </w:rPr>
        <w:t xml:space="preserve"> a zabezpečení jejího případného doplnění a její archivace;</w:t>
      </w:r>
    </w:p>
    <w:p w:rsidR="00FF25A2" w:rsidRPr="001364F4" w:rsidRDefault="00FF25A2" w:rsidP="00FF25A2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FF25A2" w:rsidRDefault="00FF25A2" w:rsidP="00FF25A2">
      <w:pPr>
        <w:ind w:left="708"/>
        <w:jc w:val="both"/>
        <w:rPr>
          <w:snapToGrid w:val="0"/>
          <w:sz w:val="24"/>
          <w:szCs w:val="24"/>
        </w:rPr>
      </w:pPr>
    </w:p>
    <w:p w:rsidR="00FF25A2" w:rsidRPr="00FF25A2" w:rsidRDefault="00FF25A2" w:rsidP="00FF25A2">
      <w:pPr>
        <w:ind w:left="708"/>
        <w:jc w:val="both"/>
        <w:rPr>
          <w:snapToGrid w:val="0"/>
          <w:sz w:val="24"/>
          <w:szCs w:val="24"/>
        </w:rPr>
      </w:pPr>
    </w:p>
    <w:p w:rsidR="00FF25A2" w:rsidRPr="00FF25A2" w:rsidRDefault="00FF25A2" w:rsidP="00FF25A2">
      <w:pPr>
        <w:jc w:val="both"/>
        <w:rPr>
          <w:sz w:val="24"/>
          <w:szCs w:val="24"/>
        </w:rPr>
      </w:pPr>
      <w:r w:rsidRPr="00FF25A2">
        <w:rPr>
          <w:sz w:val="24"/>
          <w:szCs w:val="24"/>
        </w:rPr>
        <w:t xml:space="preserve">V průběhu všech fází své činnosti </w:t>
      </w:r>
      <w:r w:rsidRPr="00FF25A2">
        <w:rPr>
          <w:b/>
          <w:sz w:val="24"/>
          <w:szCs w:val="24"/>
        </w:rPr>
        <w:t>musí příkazník postupovat a řídit se dle</w:t>
      </w:r>
      <w:r w:rsidRPr="00FF25A2">
        <w:rPr>
          <w:sz w:val="24"/>
          <w:szCs w:val="24"/>
        </w:rPr>
        <w:t xml:space="preserve"> příslušného znění pravidel pro poskytnutí </w:t>
      </w:r>
      <w:r w:rsidR="00373C94" w:rsidRPr="00373C94">
        <w:rPr>
          <w:rFonts w:cs="Arial"/>
          <w:sz w:val="24"/>
          <w:szCs w:val="24"/>
        </w:rPr>
        <w:t xml:space="preserve">finančních prostředků </w:t>
      </w:r>
      <w:r w:rsidR="00373C94" w:rsidRPr="00373C94">
        <w:rPr>
          <w:rFonts w:cs="Arial"/>
          <w:b/>
          <w:sz w:val="24"/>
          <w:szCs w:val="24"/>
        </w:rPr>
        <w:t>z dotačního programu Státního fondu životního prostředí ČR, název programu „Adaptace vodních, nelesních a lesních ekosystémů na změnu klimatu II“, výzva č. 5/2023.</w:t>
      </w:r>
    </w:p>
    <w:sectPr w:rsidR="00FF25A2" w:rsidRPr="00FF25A2" w:rsidSect="00733D74">
      <w:footerReference w:type="even" r:id="rId8"/>
      <w:footerReference w:type="default" r:id="rId9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A6E" w:rsidRDefault="006F1A6E">
      <w:r>
        <w:separator/>
      </w:r>
    </w:p>
  </w:endnote>
  <w:endnote w:type="continuationSeparator" w:id="0">
    <w:p w:rsidR="006F1A6E" w:rsidRDefault="006F1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6C6A4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6C6A45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3C94">
      <w:rPr>
        <w:rStyle w:val="slostrnky"/>
        <w:noProof/>
      </w:rPr>
      <w:t>3</w:t>
    </w:r>
    <w:r>
      <w:rPr>
        <w:rStyle w:val="slostrnky"/>
      </w:rPr>
      <w:fldChar w:fldCharType="end"/>
    </w:r>
  </w:p>
  <w:p w:rsidR="00E06CA0" w:rsidRPr="00BE05DE" w:rsidRDefault="00E06CA0" w:rsidP="00B46DA4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A6E" w:rsidRDefault="006F1A6E">
      <w:r>
        <w:separator/>
      </w:r>
    </w:p>
  </w:footnote>
  <w:footnote w:type="continuationSeparator" w:id="0">
    <w:p w:rsidR="006F1A6E" w:rsidRDefault="006F1A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  <w:num w:numId="19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666E2"/>
    <w:rsid w:val="00080232"/>
    <w:rsid w:val="000825EE"/>
    <w:rsid w:val="00086349"/>
    <w:rsid w:val="000910E8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55803"/>
    <w:rsid w:val="0016391D"/>
    <w:rsid w:val="00166369"/>
    <w:rsid w:val="0017771E"/>
    <w:rsid w:val="00180073"/>
    <w:rsid w:val="001806C8"/>
    <w:rsid w:val="00183D3F"/>
    <w:rsid w:val="00195E2C"/>
    <w:rsid w:val="001A18DC"/>
    <w:rsid w:val="001A24E9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73C94"/>
    <w:rsid w:val="003819CA"/>
    <w:rsid w:val="00386555"/>
    <w:rsid w:val="00386EFF"/>
    <w:rsid w:val="00390D45"/>
    <w:rsid w:val="003917A6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146C2"/>
    <w:rsid w:val="00421620"/>
    <w:rsid w:val="00441562"/>
    <w:rsid w:val="00441941"/>
    <w:rsid w:val="00444550"/>
    <w:rsid w:val="00447E67"/>
    <w:rsid w:val="00453DD6"/>
    <w:rsid w:val="00455F61"/>
    <w:rsid w:val="00462C53"/>
    <w:rsid w:val="00467BFD"/>
    <w:rsid w:val="00471EE5"/>
    <w:rsid w:val="00473559"/>
    <w:rsid w:val="00473C1A"/>
    <w:rsid w:val="00476608"/>
    <w:rsid w:val="004770D8"/>
    <w:rsid w:val="004811E5"/>
    <w:rsid w:val="004860D0"/>
    <w:rsid w:val="0048769F"/>
    <w:rsid w:val="00487808"/>
    <w:rsid w:val="00495FE0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7623B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D59DA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C39D6"/>
    <w:rsid w:val="006C6A45"/>
    <w:rsid w:val="006D0296"/>
    <w:rsid w:val="006D7969"/>
    <w:rsid w:val="006E1BD1"/>
    <w:rsid w:val="006E5017"/>
    <w:rsid w:val="006E7BE0"/>
    <w:rsid w:val="006F081F"/>
    <w:rsid w:val="006F0C9F"/>
    <w:rsid w:val="006F1A6E"/>
    <w:rsid w:val="006F6AF4"/>
    <w:rsid w:val="0071219E"/>
    <w:rsid w:val="0071404F"/>
    <w:rsid w:val="007154A8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867D9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D6D17"/>
    <w:rsid w:val="007E1347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631A4"/>
    <w:rsid w:val="00974491"/>
    <w:rsid w:val="009817D3"/>
    <w:rsid w:val="009838A8"/>
    <w:rsid w:val="0099088E"/>
    <w:rsid w:val="009956F0"/>
    <w:rsid w:val="009A2F48"/>
    <w:rsid w:val="009A58F8"/>
    <w:rsid w:val="009A7CDD"/>
    <w:rsid w:val="009B1DC0"/>
    <w:rsid w:val="009E0803"/>
    <w:rsid w:val="009E3A4A"/>
    <w:rsid w:val="009F45D3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3EF7"/>
    <w:rsid w:val="00A26CF6"/>
    <w:rsid w:val="00A43839"/>
    <w:rsid w:val="00A45F4F"/>
    <w:rsid w:val="00A46A36"/>
    <w:rsid w:val="00A476D5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A4097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DA4"/>
    <w:rsid w:val="00B5461D"/>
    <w:rsid w:val="00B571A9"/>
    <w:rsid w:val="00B63EB1"/>
    <w:rsid w:val="00B721D4"/>
    <w:rsid w:val="00B72F8D"/>
    <w:rsid w:val="00B73028"/>
    <w:rsid w:val="00B74C93"/>
    <w:rsid w:val="00B76F71"/>
    <w:rsid w:val="00B812EC"/>
    <w:rsid w:val="00B81B36"/>
    <w:rsid w:val="00B82BBB"/>
    <w:rsid w:val="00B92379"/>
    <w:rsid w:val="00B95610"/>
    <w:rsid w:val="00B961C2"/>
    <w:rsid w:val="00B97558"/>
    <w:rsid w:val="00BA0BA4"/>
    <w:rsid w:val="00BA2E71"/>
    <w:rsid w:val="00BA5BE8"/>
    <w:rsid w:val="00BA6FA8"/>
    <w:rsid w:val="00BB05F4"/>
    <w:rsid w:val="00BB45E2"/>
    <w:rsid w:val="00BC3B48"/>
    <w:rsid w:val="00BC7B23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831"/>
    <w:rsid w:val="00C76BA5"/>
    <w:rsid w:val="00C80044"/>
    <w:rsid w:val="00C82789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5BCF"/>
    <w:rsid w:val="00D465DE"/>
    <w:rsid w:val="00D5193A"/>
    <w:rsid w:val="00D51FCB"/>
    <w:rsid w:val="00D5219C"/>
    <w:rsid w:val="00D57E39"/>
    <w:rsid w:val="00D6021B"/>
    <w:rsid w:val="00D63800"/>
    <w:rsid w:val="00D65502"/>
    <w:rsid w:val="00D65A80"/>
    <w:rsid w:val="00D81D78"/>
    <w:rsid w:val="00D83B74"/>
    <w:rsid w:val="00D8634C"/>
    <w:rsid w:val="00D87F1A"/>
    <w:rsid w:val="00D93D5C"/>
    <w:rsid w:val="00D958B2"/>
    <w:rsid w:val="00DA1CE0"/>
    <w:rsid w:val="00DA39BC"/>
    <w:rsid w:val="00DA3D0B"/>
    <w:rsid w:val="00DA6ED8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179CC"/>
    <w:rsid w:val="00E21DCF"/>
    <w:rsid w:val="00E251BA"/>
    <w:rsid w:val="00E315E3"/>
    <w:rsid w:val="00E327B1"/>
    <w:rsid w:val="00E33715"/>
    <w:rsid w:val="00E361A6"/>
    <w:rsid w:val="00E41BC6"/>
    <w:rsid w:val="00E43984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1202"/>
    <w:rsid w:val="00EB2DE8"/>
    <w:rsid w:val="00EB33D8"/>
    <w:rsid w:val="00EB7340"/>
    <w:rsid w:val="00EE1EC4"/>
    <w:rsid w:val="00EE2DA2"/>
    <w:rsid w:val="00EE7C32"/>
    <w:rsid w:val="00EF17E7"/>
    <w:rsid w:val="00EF2424"/>
    <w:rsid w:val="00EF4E24"/>
    <w:rsid w:val="00EF5818"/>
    <w:rsid w:val="00F11973"/>
    <w:rsid w:val="00F136AA"/>
    <w:rsid w:val="00F175D1"/>
    <w:rsid w:val="00F20D4C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486D"/>
    <w:rsid w:val="00F9537B"/>
    <w:rsid w:val="00F957A3"/>
    <w:rsid w:val="00FB553B"/>
    <w:rsid w:val="00FB5FD9"/>
    <w:rsid w:val="00FC1D30"/>
    <w:rsid w:val="00FE0E90"/>
    <w:rsid w:val="00FE55DB"/>
    <w:rsid w:val="00FF25A2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link w:val="Nadpis1Char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B46DA4"/>
    <w:rPr>
      <w:b/>
      <w:sz w:val="28"/>
    </w:rPr>
  </w:style>
  <w:style w:type="character" w:styleId="Hypertextovodkaz">
    <w:name w:val="Hyperlink"/>
    <w:basedOn w:val="Standardnpsmoodstavce"/>
    <w:rsid w:val="00FF25A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2E1BF-B8D4-4C66-86B2-5549E074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68</TotalTime>
  <Pages>3</Pages>
  <Words>1115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7684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38</cp:revision>
  <cp:lastPrinted>2013-04-22T13:00:00Z</cp:lastPrinted>
  <dcterms:created xsi:type="dcterms:W3CDTF">2018-10-09T06:13:00Z</dcterms:created>
  <dcterms:modified xsi:type="dcterms:W3CDTF">2024-11-07T08:07:00Z</dcterms:modified>
</cp:coreProperties>
</file>